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04AD46" w14:textId="77777777" w:rsidR="00D43EAC" w:rsidRDefault="00D43EAC" w:rsidP="00EA484E">
      <w:pPr>
        <w:spacing w:line="288" w:lineRule="auto"/>
        <w:jc w:val="center"/>
        <w:rPr>
          <w:rFonts w:ascii="Times New Roman" w:hAnsi="Times New Roman"/>
        </w:rPr>
      </w:pPr>
    </w:p>
    <w:p w14:paraId="7FEB964C" w14:textId="75A21B77" w:rsidR="00EA484E" w:rsidRPr="00AC7274" w:rsidRDefault="0070785F" w:rsidP="00EA484E">
      <w:pPr>
        <w:spacing w:line="288" w:lineRule="auto"/>
        <w:jc w:val="center"/>
        <w:rPr>
          <w:rFonts w:ascii="Times New Roman" w:hAnsi="Times New Roman"/>
        </w:rPr>
      </w:pPr>
      <w:r>
        <w:rPr>
          <w:noProof/>
          <w:lang w:val="en-GB" w:eastAsia="en-GB"/>
        </w:rPr>
        <w:drawing>
          <wp:inline distT="0" distB="0" distL="0" distR="0" wp14:anchorId="669BF6A9" wp14:editId="73024525">
            <wp:extent cx="1792605" cy="1239520"/>
            <wp:effectExtent l="0" t="0" r="0" b="0"/>
            <wp:docPr id="1" name="Picture 1" title="EESCLogo_B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2605" cy="123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A484E">
        <w:rPr>
          <w:rFonts w:ascii="Times New Roman" w:hAnsi="Times New Roman"/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6BDDC625" wp14:editId="348E60EF">
                <wp:simplePos x="0" y="0"/>
                <wp:positionH relativeFrom="page">
                  <wp:posOffset>6769100</wp:posOffset>
                </wp:positionH>
                <wp:positionV relativeFrom="page">
                  <wp:posOffset>10081260</wp:posOffset>
                </wp:positionV>
                <wp:extent cx="647700" cy="396240"/>
                <wp:effectExtent l="0" t="3810" r="3175" b="0"/>
                <wp:wrapNone/>
                <wp:docPr id="2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pic="http://schemas.openxmlformats.org/drawingml/2006/picture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pic="http://schemas.openxmlformats.org/drawingml/2006/picture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25B874" w14:textId="77777777" w:rsidR="00EA484E" w:rsidRPr="00260E65" w:rsidRDefault="00EA484E" w:rsidP="00EA484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48"/>
                              </w:rPr>
                              <w:t>BG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DDC625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533pt;margin-top:793.8pt;width:51pt;height:31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" o:allowincell="f" filled="f" stroked="f">
                <v:textbox>
                  <w:txbxContent>
                    <w:p w14:paraId="7A25B874" w14:textId="77777777" w:rsidR="00EA484E" w:rsidRPr="00260E65" w:rsidRDefault="00EA484E" w:rsidP="00EA484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48"/>
                        </w:rPr>
                        <w:t>BG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BF1EE07" w14:textId="77777777" w:rsidR="00EA484E" w:rsidRPr="00AC7274" w:rsidRDefault="00EA484E" w:rsidP="00EA484E">
      <w:pPr>
        <w:spacing w:line="288" w:lineRule="auto"/>
        <w:rPr>
          <w:rFonts w:ascii="Times New Roman" w:hAnsi="Times New Roman"/>
          <w:sz w:val="22"/>
          <w:szCs w:val="22"/>
          <w:lang w:val="en-GB"/>
        </w:rPr>
      </w:pPr>
    </w:p>
    <w:p w14:paraId="5B45454E" w14:textId="77777777" w:rsidR="00EA484E" w:rsidRPr="00AC7274" w:rsidRDefault="00EA484E" w:rsidP="00EA484E">
      <w:pPr>
        <w:spacing w:line="288" w:lineRule="auto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0B80951C" w14:textId="77777777" w:rsidR="00EA484E" w:rsidRPr="00AC7274" w:rsidRDefault="00EA484E" w:rsidP="00EA484E">
      <w:pPr>
        <w:spacing w:line="288" w:lineRule="auto"/>
        <w:rPr>
          <w:rFonts w:ascii="Times New Roman" w:hAnsi="Times New Roman"/>
          <w:sz w:val="22"/>
          <w:szCs w:val="22"/>
          <w:lang w:val="en-GB"/>
        </w:rPr>
      </w:pPr>
    </w:p>
    <w:p w14:paraId="5EE5097E" w14:textId="77777777" w:rsidR="00EA484E" w:rsidRPr="00AC7274" w:rsidRDefault="00EA484E" w:rsidP="00EA484E">
      <w:pPr>
        <w:spacing w:line="288" w:lineRule="auto"/>
        <w:rPr>
          <w:rFonts w:ascii="Times New Roman" w:hAnsi="Times New Roman"/>
          <w:sz w:val="22"/>
          <w:szCs w:val="22"/>
          <w:lang w:val="en-GB"/>
        </w:rPr>
      </w:pPr>
    </w:p>
    <w:p w14:paraId="13AA1B11" w14:textId="77777777" w:rsidR="00EA484E" w:rsidRPr="00AC7274" w:rsidRDefault="00EA484E" w:rsidP="00EA484E">
      <w:pPr>
        <w:spacing w:line="288" w:lineRule="auto"/>
        <w:rPr>
          <w:rFonts w:ascii="Times New Roman" w:hAnsi="Times New Roman"/>
          <w:sz w:val="22"/>
          <w:szCs w:val="22"/>
          <w:lang w:val="en-GB"/>
        </w:rPr>
      </w:pPr>
    </w:p>
    <w:p w14:paraId="7FDD0B0D" w14:textId="77777777" w:rsidR="00EA484E" w:rsidRPr="00AC7274" w:rsidRDefault="00EA484E" w:rsidP="00EA484E">
      <w:pPr>
        <w:spacing w:line="288" w:lineRule="auto"/>
        <w:rPr>
          <w:rFonts w:ascii="Times New Roman" w:hAnsi="Times New Roman"/>
          <w:sz w:val="22"/>
          <w:szCs w:val="22"/>
          <w:lang w:val="en-GB"/>
        </w:rPr>
      </w:pPr>
    </w:p>
    <w:p w14:paraId="5DFDF48C" w14:textId="77777777" w:rsidR="00EA484E" w:rsidRPr="00AC7274" w:rsidRDefault="00EA484E" w:rsidP="00EA484E">
      <w:pPr>
        <w:spacing w:line="288" w:lineRule="auto"/>
        <w:rPr>
          <w:rFonts w:ascii="Times New Roman" w:hAnsi="Times New Roman"/>
          <w:sz w:val="22"/>
          <w:szCs w:val="22"/>
          <w:lang w:val="en-GB"/>
        </w:rPr>
      </w:pPr>
    </w:p>
    <w:p w14:paraId="729B7E64" w14:textId="77777777" w:rsidR="00EA484E" w:rsidRPr="00AC7274" w:rsidRDefault="00EA484E" w:rsidP="00EA484E">
      <w:pPr>
        <w:spacing w:line="288" w:lineRule="auto"/>
        <w:rPr>
          <w:rFonts w:ascii="Times New Roman" w:hAnsi="Times New Roman"/>
          <w:b/>
          <w:sz w:val="22"/>
          <w:szCs w:val="22"/>
          <w:lang w:val="en-GB"/>
        </w:rPr>
      </w:pPr>
    </w:p>
    <w:p w14:paraId="524CB2DF" w14:textId="70941331" w:rsidR="00EA484E" w:rsidRPr="00AC7274" w:rsidRDefault="00EA484E" w:rsidP="00EA484E">
      <w:pPr>
        <w:spacing w:line="288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ОБОБЩЕНИЕ НА РЕЗОЛЮ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ЦИЯТА</w:t>
      </w:r>
    </w:p>
    <w:p w14:paraId="6376E841" w14:textId="77777777" w:rsidR="00EA484E" w:rsidRPr="00AC7274" w:rsidRDefault="00EA484E" w:rsidP="00EA484E">
      <w:pPr>
        <w:spacing w:line="288" w:lineRule="auto"/>
        <w:jc w:val="center"/>
        <w:rPr>
          <w:rFonts w:ascii="Times New Roman" w:hAnsi="Times New Roman"/>
          <w:b/>
          <w:lang w:val="en-GB"/>
        </w:rPr>
      </w:pPr>
    </w:p>
    <w:p w14:paraId="63B8FE3F" w14:textId="77777777" w:rsidR="00EA484E" w:rsidRPr="00395CE4" w:rsidRDefault="00EA484E" w:rsidP="00EA484E">
      <w:pPr>
        <w:spacing w:line="288" w:lineRule="auto"/>
        <w:jc w:val="center"/>
        <w:rPr>
          <w:rFonts w:ascii="Times New Roman" w:hAnsi="Times New Roman"/>
          <w:b/>
          <w:bCs/>
          <w:iCs/>
          <w:sz w:val="22"/>
          <w:szCs w:val="22"/>
        </w:rPr>
      </w:pPr>
      <w:r>
        <w:rPr>
          <w:rFonts w:ascii="Times New Roman" w:hAnsi="Times New Roman"/>
          <w:b/>
          <w:bCs/>
          <w:iCs/>
          <w:sz w:val="22"/>
          <w:szCs w:val="22"/>
        </w:rPr>
        <w:t>Принос на Европейския икономически и социален комитет</w:t>
      </w:r>
    </w:p>
    <w:p w14:paraId="4AFEA1A9" w14:textId="77777777" w:rsidR="00EA484E" w:rsidRPr="00395CE4" w:rsidRDefault="00EA484E" w:rsidP="00EA484E">
      <w:pPr>
        <w:spacing w:line="288" w:lineRule="auto"/>
        <w:jc w:val="center"/>
        <w:rPr>
          <w:rFonts w:ascii="Times New Roman" w:hAnsi="Times New Roman"/>
          <w:b/>
          <w:i/>
          <w:sz w:val="22"/>
          <w:szCs w:val="22"/>
        </w:rPr>
      </w:pPr>
      <w:r>
        <w:rPr>
          <w:rFonts w:ascii="Times New Roman" w:hAnsi="Times New Roman"/>
          <w:b/>
          <w:bCs/>
          <w:iCs/>
          <w:sz w:val="22"/>
          <w:szCs w:val="22"/>
        </w:rPr>
        <w:t>към работната програма на Европейската комисия за 2021 г.</w:t>
      </w:r>
    </w:p>
    <w:p w14:paraId="258CA404" w14:textId="77777777" w:rsidR="00EA484E" w:rsidRPr="00395CE4" w:rsidRDefault="00EA484E" w:rsidP="00EA484E">
      <w:pPr>
        <w:spacing w:line="288" w:lineRule="auto"/>
        <w:jc w:val="center"/>
        <w:rPr>
          <w:rFonts w:ascii="Times New Roman" w:hAnsi="Times New Roman"/>
          <w:b/>
          <w:i/>
          <w:sz w:val="22"/>
          <w:szCs w:val="22"/>
          <w:lang w:val="en-GB"/>
        </w:rPr>
      </w:pPr>
    </w:p>
    <w:p w14:paraId="1F7CFC34" w14:textId="77777777" w:rsidR="00EA484E" w:rsidRPr="00AC7274" w:rsidRDefault="00EA484E" w:rsidP="00EA484E">
      <w:pPr>
        <w:spacing w:line="288" w:lineRule="auto"/>
        <w:jc w:val="center"/>
        <w:rPr>
          <w:rFonts w:ascii="Times New Roman" w:hAnsi="Times New Roman"/>
          <w:b/>
          <w:sz w:val="22"/>
          <w:szCs w:val="22"/>
          <w:lang w:val="en-GB"/>
        </w:rPr>
      </w:pPr>
    </w:p>
    <w:p w14:paraId="18E42D10" w14:textId="77777777" w:rsidR="00EA484E" w:rsidRPr="00AC7274" w:rsidRDefault="00EA484E" w:rsidP="00EA484E">
      <w:pPr>
        <w:spacing w:line="288" w:lineRule="auto"/>
        <w:jc w:val="center"/>
        <w:rPr>
          <w:rFonts w:ascii="Times New Roman" w:hAnsi="Times New Roman"/>
          <w:b/>
          <w:sz w:val="22"/>
          <w:szCs w:val="22"/>
          <w:lang w:val="en-GB"/>
        </w:rPr>
      </w:pPr>
    </w:p>
    <w:p w14:paraId="04A16DF2" w14:textId="77777777" w:rsidR="00EA484E" w:rsidRPr="00AC7274" w:rsidRDefault="00EA484E" w:rsidP="00EA484E">
      <w:pPr>
        <w:spacing w:line="288" w:lineRule="auto"/>
        <w:jc w:val="center"/>
        <w:rPr>
          <w:rFonts w:ascii="Times New Roman" w:hAnsi="Times New Roman"/>
          <w:b/>
          <w:sz w:val="22"/>
          <w:szCs w:val="22"/>
          <w:lang w:val="en-GB"/>
        </w:rPr>
      </w:pPr>
    </w:p>
    <w:p w14:paraId="40039A0E" w14:textId="77777777" w:rsidR="00EA484E" w:rsidRPr="00AC7274" w:rsidRDefault="00EA484E" w:rsidP="00EA484E">
      <w:pPr>
        <w:spacing w:line="288" w:lineRule="auto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въз основа на работата на</w:t>
      </w:r>
    </w:p>
    <w:p w14:paraId="6539ED51" w14:textId="77777777" w:rsidR="00EA484E" w:rsidRPr="00AC7274" w:rsidRDefault="00EA484E" w:rsidP="00EA484E">
      <w:pPr>
        <w:spacing w:line="288" w:lineRule="auto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</w:t>
      </w:r>
    </w:p>
    <w:p w14:paraId="7A521B48" w14:textId="77777777" w:rsidR="00EA484E" w:rsidRPr="00AC7274" w:rsidRDefault="00EA484E" w:rsidP="00EA484E">
      <w:pPr>
        <w:spacing w:line="288" w:lineRule="auto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ad hoc групата „Принос на ЕИСК към работната програма на Европейската комисия за 2021 г.“</w:t>
      </w:r>
    </w:p>
    <w:p w14:paraId="3AED97B6" w14:textId="77777777" w:rsidR="00EA484E" w:rsidRPr="00AC7274" w:rsidRDefault="00EA484E" w:rsidP="00EA484E">
      <w:pPr>
        <w:spacing w:line="288" w:lineRule="auto"/>
        <w:jc w:val="center"/>
        <w:rPr>
          <w:rFonts w:ascii="Times New Roman" w:hAnsi="Times New Roman"/>
          <w:b/>
          <w:sz w:val="22"/>
          <w:szCs w:val="22"/>
          <w:lang w:val="en-GB"/>
        </w:rPr>
      </w:pPr>
    </w:p>
    <w:p w14:paraId="47E1F303" w14:textId="77777777" w:rsidR="00EA484E" w:rsidRPr="00AC7274" w:rsidRDefault="00EA484E" w:rsidP="00EA484E">
      <w:pPr>
        <w:overflowPunct w:val="0"/>
        <w:autoSpaceDE w:val="0"/>
        <w:autoSpaceDN w:val="0"/>
        <w:adjustRightInd w:val="0"/>
        <w:spacing w:line="288" w:lineRule="auto"/>
        <w:jc w:val="center"/>
        <w:textAlignment w:val="baseline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</w:t>
      </w:r>
    </w:p>
    <w:p w14:paraId="4234A862" w14:textId="77777777" w:rsidR="00EA484E" w:rsidRPr="00AC7274" w:rsidRDefault="00EA484E" w:rsidP="00EA484E">
      <w:pPr>
        <w:overflowPunct w:val="0"/>
        <w:autoSpaceDE w:val="0"/>
        <w:autoSpaceDN w:val="0"/>
        <w:adjustRightInd w:val="0"/>
        <w:spacing w:line="288" w:lineRule="auto"/>
        <w:jc w:val="center"/>
        <w:textAlignment w:val="baseline"/>
        <w:rPr>
          <w:rFonts w:ascii="Times New Roman" w:hAnsi="Times New Roman"/>
          <w:sz w:val="22"/>
          <w:szCs w:val="22"/>
          <w:lang w:val="en-GB"/>
        </w:rPr>
      </w:pPr>
    </w:p>
    <w:p w14:paraId="792C9FD3" w14:textId="77777777" w:rsidR="00EA484E" w:rsidRPr="00AC7274" w:rsidRDefault="00EA484E" w:rsidP="00EA484E">
      <w:pPr>
        <w:overflowPunct w:val="0"/>
        <w:autoSpaceDE w:val="0"/>
        <w:autoSpaceDN w:val="0"/>
        <w:adjustRightInd w:val="0"/>
        <w:spacing w:line="288" w:lineRule="auto"/>
        <w:jc w:val="center"/>
        <w:textAlignment w:val="baseline"/>
        <w:rPr>
          <w:rFonts w:ascii="Times New Roman" w:hAnsi="Times New Roman"/>
          <w:sz w:val="22"/>
          <w:szCs w:val="22"/>
          <w:lang w:val="en-GB"/>
        </w:rPr>
      </w:pPr>
    </w:p>
    <w:p w14:paraId="3FFC54E4" w14:textId="77777777" w:rsidR="00EA484E" w:rsidRPr="00AC7274" w:rsidRDefault="00EA484E" w:rsidP="00EA484E">
      <w:pPr>
        <w:overflowPunct w:val="0"/>
        <w:autoSpaceDE w:val="0"/>
        <w:autoSpaceDN w:val="0"/>
        <w:adjustRightInd w:val="0"/>
        <w:spacing w:line="288" w:lineRule="auto"/>
        <w:jc w:val="center"/>
        <w:textAlignment w:val="baseline"/>
        <w:rPr>
          <w:rFonts w:ascii="Times New Roman" w:hAnsi="Times New Roman"/>
          <w:sz w:val="22"/>
          <w:szCs w:val="22"/>
          <w:lang w:val="en-GB"/>
        </w:rPr>
      </w:pPr>
    </w:p>
    <w:p w14:paraId="4E5196C1" w14:textId="77777777" w:rsidR="00EA484E" w:rsidRPr="00AC7274" w:rsidRDefault="00EA484E" w:rsidP="00EA484E">
      <w:pPr>
        <w:spacing w:line="288" w:lineRule="auto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Докладчици: </w:t>
      </w:r>
      <w:r>
        <w:rPr>
          <w:rFonts w:ascii="Times New Roman" w:hAnsi="Times New Roman"/>
          <w:b/>
          <w:sz w:val="22"/>
          <w:szCs w:val="22"/>
        </w:rPr>
        <w:t>Petr Zahradník (І гр.)</w:t>
      </w:r>
    </w:p>
    <w:p w14:paraId="2B11417B" w14:textId="77777777" w:rsidR="00EA484E" w:rsidRPr="00AC7274" w:rsidRDefault="00EA484E" w:rsidP="00EA484E">
      <w:pPr>
        <w:spacing w:line="288" w:lineRule="auto"/>
        <w:ind w:left="3884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Stefano Palmieri (ІІ гр.)</w:t>
      </w:r>
    </w:p>
    <w:p w14:paraId="5009DD94" w14:textId="77777777" w:rsidR="00EA484E" w:rsidRPr="00AC7274" w:rsidRDefault="00EA484E" w:rsidP="00EA484E">
      <w:pPr>
        <w:spacing w:line="288" w:lineRule="auto"/>
        <w:ind w:left="3884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Jan Dirx (III гр.)</w:t>
      </w:r>
    </w:p>
    <w:p w14:paraId="25866510" w14:textId="77777777" w:rsidR="00EA484E" w:rsidRPr="00395CE4" w:rsidRDefault="00EA484E" w:rsidP="00EA484E">
      <w:pPr>
        <w:overflowPunct w:val="0"/>
        <w:autoSpaceDE w:val="0"/>
        <w:autoSpaceDN w:val="0"/>
        <w:adjustRightInd w:val="0"/>
        <w:spacing w:line="288" w:lineRule="auto"/>
        <w:jc w:val="center"/>
        <w:textAlignment w:val="baseline"/>
        <w:rPr>
          <w:rFonts w:ascii="Times New Roman" w:hAnsi="Times New Roman"/>
          <w:sz w:val="22"/>
          <w:szCs w:val="22"/>
          <w:lang w:val="en-GB"/>
        </w:rPr>
      </w:pPr>
    </w:p>
    <w:p w14:paraId="2FDFD8AD" w14:textId="77777777" w:rsidR="00EA484E" w:rsidRPr="00395CE4" w:rsidRDefault="00EA484E" w:rsidP="00EA484E">
      <w:pPr>
        <w:overflowPunct w:val="0"/>
        <w:autoSpaceDE w:val="0"/>
        <w:autoSpaceDN w:val="0"/>
        <w:adjustRightInd w:val="0"/>
        <w:spacing w:line="288" w:lineRule="auto"/>
        <w:jc w:val="center"/>
        <w:textAlignment w:val="baseline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</w:t>
      </w:r>
    </w:p>
    <w:p w14:paraId="398831BA" w14:textId="77777777" w:rsidR="00EA484E" w:rsidRPr="00395CE4" w:rsidRDefault="00EA484E" w:rsidP="00EA484E">
      <w:pPr>
        <w:spacing w:line="288" w:lineRule="auto"/>
        <w:rPr>
          <w:rFonts w:ascii="Times New Roman" w:hAnsi="Times New Roman"/>
          <w:sz w:val="22"/>
          <w:szCs w:val="22"/>
          <w:lang w:val="en-GB"/>
        </w:rPr>
      </w:pPr>
    </w:p>
    <w:p w14:paraId="38E86DFC" w14:textId="1BA67C7E" w:rsidR="00EA484E" w:rsidRPr="00AC7274" w:rsidRDefault="00EA484E" w:rsidP="00EA484E">
      <w:pPr>
        <w:spacing w:line="288" w:lineRule="auto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приета от Европейския икономически и социален комитет </w:t>
      </w:r>
      <w:r>
        <w:rPr>
          <w:rFonts w:ascii="Times New Roman" w:hAnsi="Times New Roman"/>
          <w:sz w:val="22"/>
          <w:szCs w:val="22"/>
        </w:rPr>
        <w:br/>
        <w:t>на 16 юли 2020 г.</w:t>
      </w:r>
    </w:p>
    <w:p w14:paraId="47D025FA" w14:textId="77777777" w:rsidR="00EA484E" w:rsidRPr="00AC7274" w:rsidRDefault="00EA484E" w:rsidP="00EA484E">
      <w:pPr>
        <w:spacing w:line="288" w:lineRule="auto"/>
        <w:jc w:val="center"/>
        <w:rPr>
          <w:rFonts w:ascii="Times New Roman" w:hAnsi="Times New Roman"/>
          <w:sz w:val="22"/>
          <w:szCs w:val="22"/>
          <w:lang w:val="en-GB"/>
        </w:rPr>
      </w:pPr>
    </w:p>
    <w:p w14:paraId="174DC1F6" w14:textId="77777777" w:rsidR="00EA484E" w:rsidRPr="00AC7274" w:rsidRDefault="00EA484E" w:rsidP="00EA484E">
      <w:pPr>
        <w:overflowPunct w:val="0"/>
        <w:autoSpaceDE w:val="0"/>
        <w:autoSpaceDN w:val="0"/>
        <w:adjustRightInd w:val="0"/>
        <w:spacing w:line="288" w:lineRule="auto"/>
        <w:jc w:val="center"/>
        <w:textAlignment w:val="baseline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</w:t>
      </w:r>
    </w:p>
    <w:p w14:paraId="1D16C18D" w14:textId="77777777" w:rsidR="00EA484E" w:rsidRPr="00AC7274" w:rsidRDefault="00EA484E" w:rsidP="00EA484E">
      <w:pPr>
        <w:spacing w:line="288" w:lineRule="auto"/>
        <w:rPr>
          <w:rFonts w:ascii="Times New Roman" w:hAnsi="Times New Roman"/>
          <w:sz w:val="22"/>
          <w:szCs w:val="22"/>
          <w:lang w:val="en-GB"/>
        </w:rPr>
      </w:pPr>
    </w:p>
    <w:p w14:paraId="64453DC3" w14:textId="4F5F47D1" w:rsidR="00EA484E" w:rsidRPr="00AC7274" w:rsidRDefault="00EA484E">
      <w:pPr>
        <w:spacing w:line="280" w:lineRule="exact"/>
        <w:ind w:left="357" w:hanging="357"/>
      </w:pPr>
      <w:r>
        <w:br w:type="page"/>
      </w:r>
    </w:p>
    <w:p w14:paraId="660072A1" w14:textId="27B71FF5" w:rsidR="00EA484E" w:rsidRPr="00395CE4" w:rsidRDefault="00EA484E" w:rsidP="00395CE4">
      <w:pPr>
        <w:pStyle w:val="ListParagraph"/>
        <w:numPr>
          <w:ilvl w:val="0"/>
          <w:numId w:val="2"/>
        </w:numPr>
        <w:spacing w:line="288" w:lineRule="auto"/>
        <w:ind w:left="567" w:hanging="567"/>
        <w:jc w:val="both"/>
        <w:outlineLvl w:val="1"/>
        <w:rPr>
          <w:rFonts w:ascii="Times New Roman" w:eastAsia="Times New Roman" w:hAnsi="Times New Roman"/>
          <w:sz w:val="22"/>
          <w:szCs w:val="22"/>
        </w:rPr>
      </w:pPr>
      <w:r>
        <w:rPr>
          <w:rFonts w:ascii="Times New Roman" w:hAnsi="Times New Roman"/>
        </w:rPr>
        <w:lastRenderedPageBreak/>
        <w:t>Както посочи в резолюцията си „Предложение на ЕИСК за реконструкция и възстановяване след кризата с COVID-19“</w:t>
      </w:r>
      <w:r w:rsidRPr="00AC7274">
        <w:rPr>
          <w:rFonts w:ascii="Times New Roman" w:hAnsi="Times New Roman"/>
          <w:vertAlign w:val="superscript"/>
          <w:lang w:val="en-GB" w:eastAsia="en-US"/>
        </w:rPr>
        <w:footnoteReference w:id="1"/>
      </w:r>
      <w:r>
        <w:rPr>
          <w:rFonts w:ascii="Times New Roman" w:hAnsi="Times New Roman"/>
        </w:rPr>
        <w:t xml:space="preserve">, ЕИСК приветства горещо и подкрепя предложенията на Европейската комисия: плана за възстановяване </w:t>
      </w:r>
      <w:r>
        <w:rPr>
          <w:rFonts w:ascii="Times New Roman" w:hAnsi="Times New Roman"/>
          <w:i/>
          <w:iCs/>
        </w:rPr>
        <w:t>Next Generation EU</w:t>
      </w:r>
      <w:r>
        <w:rPr>
          <w:rFonts w:ascii="Times New Roman" w:hAnsi="Times New Roman"/>
        </w:rPr>
        <w:t xml:space="preserve"> и общия бюджет на ЕС за периода 2021—2027 г.</w:t>
      </w:r>
      <w:r>
        <w:rPr>
          <w:rFonts w:ascii="Times New Roman" w:hAnsi="Times New Roman"/>
          <w:sz w:val="22"/>
          <w:szCs w:val="22"/>
        </w:rPr>
        <w:t xml:space="preserve"> Комитетът се надява и очаква, че поради необходимостта от възстановяване и реконструкция след кризата с коронавируса, изложеното от Комисията в тези планове ще намери пълно, конкретно и подробно отражение в работната програма на Комисията за 2021 г.</w:t>
      </w:r>
    </w:p>
    <w:p w14:paraId="0DC5F400" w14:textId="77777777" w:rsidR="00EA484E" w:rsidRPr="00395CE4" w:rsidRDefault="00EA484E" w:rsidP="00395CE4">
      <w:pPr>
        <w:pStyle w:val="ListParagraph"/>
        <w:spacing w:line="288" w:lineRule="auto"/>
        <w:ind w:left="567" w:hanging="567"/>
        <w:jc w:val="both"/>
        <w:outlineLvl w:val="1"/>
        <w:rPr>
          <w:rFonts w:ascii="Times New Roman" w:eastAsia="Times New Roman" w:hAnsi="Times New Roman"/>
          <w:sz w:val="22"/>
          <w:szCs w:val="22"/>
          <w:lang w:val="en-GB" w:eastAsia="en-US"/>
        </w:rPr>
      </w:pPr>
    </w:p>
    <w:p w14:paraId="70FAD9E5" w14:textId="77777777" w:rsidR="00EA484E" w:rsidRPr="00395CE4" w:rsidRDefault="00EA484E" w:rsidP="00395CE4">
      <w:pPr>
        <w:pStyle w:val="ListParagraph"/>
        <w:numPr>
          <w:ilvl w:val="0"/>
          <w:numId w:val="2"/>
        </w:numPr>
        <w:spacing w:line="288" w:lineRule="auto"/>
        <w:ind w:left="567" w:hanging="567"/>
        <w:jc w:val="both"/>
        <w:outlineLvl w:val="1"/>
        <w:rPr>
          <w:rFonts w:ascii="Times New Roman" w:eastAsia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Според ЕИСК работната програма следва да се съсредоточи върху преструктурирането и подобряването на нашата икономика и общество, да се основава на следните принципи: защита на човешките и социалните права, демократичните ценности и върховенството на закона, отключване на пълния потенциал на единния пазар, постигане на целите за устойчиво развитие (ЦУР), създаване на кръгова икономика и постигане на неутралност по отношение на климата в ЕС най-късно до 2050 г., както и гарантиране на добро управление и демократична отчетност.</w:t>
      </w:r>
    </w:p>
    <w:p w14:paraId="62862964" w14:textId="77777777" w:rsidR="00EA484E" w:rsidRPr="00395CE4" w:rsidRDefault="00EA484E" w:rsidP="00395CE4">
      <w:pPr>
        <w:pStyle w:val="ListParagraph"/>
        <w:spacing w:line="288" w:lineRule="auto"/>
        <w:ind w:left="567" w:hanging="567"/>
        <w:jc w:val="both"/>
        <w:outlineLvl w:val="1"/>
        <w:rPr>
          <w:rFonts w:ascii="Times New Roman" w:eastAsia="Times New Roman" w:hAnsi="Times New Roman"/>
          <w:sz w:val="22"/>
          <w:szCs w:val="22"/>
          <w:lang w:val="en-GB" w:eastAsia="en-US"/>
        </w:rPr>
      </w:pPr>
    </w:p>
    <w:p w14:paraId="1DAC4335" w14:textId="7E5DFEA9" w:rsidR="00EA484E" w:rsidRPr="00395CE4" w:rsidRDefault="00EA484E" w:rsidP="00395CE4">
      <w:pPr>
        <w:pStyle w:val="ListParagraph"/>
        <w:numPr>
          <w:ilvl w:val="0"/>
          <w:numId w:val="2"/>
        </w:numPr>
        <w:spacing w:line="288" w:lineRule="auto"/>
        <w:ind w:left="567" w:hanging="567"/>
        <w:jc w:val="both"/>
        <w:outlineLvl w:val="1"/>
        <w:rPr>
          <w:rFonts w:ascii="Times New Roman" w:eastAsia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ЕИСК подчертава, че шестте основни амбициозни цели, избрани от Комисията („Европейски зелен пакт“, „Европа, подготвена за цифровата ера“, „Икономика, която работи за хората“, „По-силна Европа на световната сцена“, „Насърчаване на нашия европейски начин на живот“ и „Нов тласък за европейската демокрация“), предоставят солидна рамка за изготвянето на работната програма за 2021 г. Може би трябва да се постави по-специален акцент върху инвестициите и необходимостта от тяхното ускоряване, включително благодарение на мерките, които се приемат понастоящем.</w:t>
      </w:r>
    </w:p>
    <w:p w14:paraId="76FF9B78" w14:textId="77777777" w:rsidR="00EA484E" w:rsidRPr="00395CE4" w:rsidRDefault="00EA484E" w:rsidP="00395CE4">
      <w:pPr>
        <w:pStyle w:val="ListParagraph"/>
        <w:spacing w:line="288" w:lineRule="auto"/>
        <w:ind w:left="567" w:hanging="567"/>
        <w:jc w:val="both"/>
        <w:outlineLvl w:val="1"/>
        <w:rPr>
          <w:rFonts w:ascii="Times New Roman" w:eastAsia="Times New Roman" w:hAnsi="Times New Roman"/>
          <w:sz w:val="22"/>
          <w:szCs w:val="22"/>
          <w:lang w:val="en-GB" w:eastAsia="en-US"/>
        </w:rPr>
      </w:pPr>
    </w:p>
    <w:p w14:paraId="161F4282" w14:textId="77777777" w:rsidR="00EA484E" w:rsidRPr="00395CE4" w:rsidRDefault="00EA484E" w:rsidP="00395CE4">
      <w:pPr>
        <w:pStyle w:val="ListParagraph"/>
        <w:numPr>
          <w:ilvl w:val="0"/>
          <w:numId w:val="2"/>
        </w:numPr>
        <w:spacing w:line="288" w:lineRule="auto"/>
        <w:ind w:left="567" w:hanging="567"/>
        <w:jc w:val="both"/>
        <w:outlineLvl w:val="1"/>
        <w:rPr>
          <w:rFonts w:ascii="Times New Roman" w:eastAsia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Сега, когато повече от всякога осъзнаваме на практика значението на сътрудничеството между държавите в тези времена на криза, ЕИСК изразява надежда, че предстоящата Конференция за бъдещето на Европа ще доведе до укрепване и задълбочаване на институционалната структура на ЕС и до реално подновяване на проекта за ЕС, който да бъде в състояние да посрещне предизвикателствата през следващите десетилетия. Затова Комисията може да разчита на пълната подкрепа на Комитета.</w:t>
      </w:r>
    </w:p>
    <w:p w14:paraId="48473CC8" w14:textId="77777777" w:rsidR="00EA484E" w:rsidRPr="00395CE4" w:rsidRDefault="00EA484E" w:rsidP="00EA484E">
      <w:pPr>
        <w:pStyle w:val="ListParagraph"/>
        <w:spacing w:line="288" w:lineRule="auto"/>
        <w:ind w:left="709" w:hanging="709"/>
        <w:jc w:val="both"/>
        <w:outlineLvl w:val="1"/>
        <w:rPr>
          <w:rFonts w:ascii="Times New Roman" w:eastAsia="Times New Roman" w:hAnsi="Times New Roman"/>
          <w:sz w:val="22"/>
          <w:szCs w:val="22"/>
          <w:lang w:val="en-GB" w:eastAsia="en-US"/>
        </w:rPr>
      </w:pPr>
    </w:p>
    <w:p w14:paraId="6FF3B067" w14:textId="2F23231E" w:rsidR="00EA484E" w:rsidRPr="00395CE4" w:rsidRDefault="00EA484E" w:rsidP="00395CE4">
      <w:pPr>
        <w:pStyle w:val="ListParagraph"/>
        <w:numPr>
          <w:ilvl w:val="0"/>
          <w:numId w:val="2"/>
        </w:numPr>
        <w:spacing w:line="288" w:lineRule="auto"/>
        <w:ind w:left="567" w:hanging="567"/>
        <w:jc w:val="both"/>
        <w:outlineLvl w:val="1"/>
        <w:rPr>
          <w:rFonts w:ascii="Times New Roman" w:eastAsia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ЕИСК е убеден, че процесът на възстановяване и реконструкция на икономиката и обществото ще бъде възможен само с активното участие на организациите на гражданското общество и социалните партньори.</w:t>
      </w:r>
    </w:p>
    <w:p w14:paraId="7206EF37" w14:textId="77777777" w:rsidR="00797347" w:rsidRPr="00395CE4" w:rsidRDefault="00797347" w:rsidP="00395CE4">
      <w:pPr>
        <w:pStyle w:val="ListParagraph"/>
        <w:spacing w:line="288" w:lineRule="auto"/>
        <w:ind w:left="567" w:hanging="567"/>
        <w:jc w:val="both"/>
        <w:outlineLvl w:val="1"/>
        <w:rPr>
          <w:rFonts w:ascii="Times New Roman" w:eastAsia="Times New Roman" w:hAnsi="Times New Roman"/>
          <w:sz w:val="22"/>
          <w:szCs w:val="22"/>
          <w:lang w:val="en-GB" w:eastAsia="en-US"/>
        </w:rPr>
      </w:pPr>
    </w:p>
    <w:p w14:paraId="659DAE92" w14:textId="71D68A1C" w:rsidR="00797347" w:rsidRPr="00395CE4" w:rsidRDefault="00797347" w:rsidP="00395CE4">
      <w:pPr>
        <w:pStyle w:val="ListParagraph"/>
        <w:numPr>
          <w:ilvl w:val="0"/>
          <w:numId w:val="2"/>
        </w:numPr>
        <w:spacing w:line="288" w:lineRule="auto"/>
        <w:ind w:left="567" w:hanging="567"/>
        <w:jc w:val="both"/>
        <w:outlineLvl w:val="1"/>
        <w:rPr>
          <w:rFonts w:ascii="Times New Roman" w:eastAsia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Зеленият пакт на ЕС може да се разглежда и като ефективен инструмент за устойчиво възстановяване на икономиката чрез мащабни инвестиции в подкрепа на необходимите структурни промени, пред които е изправена Европа. От тази гледна точка той може да се разглежда като възможност за подпомагане на по-дългосрочно икономическо възстановяване. Той изисква нов консенсус в Европа, за да бъдат мобилизирани достатъчно публични и частни финансови източници за тази цел и да се приеме ново управление за успешното му прилагане на практика.</w:t>
      </w:r>
    </w:p>
    <w:p w14:paraId="4E7D4AA2" w14:textId="77777777" w:rsidR="00797347" w:rsidRPr="00395CE4" w:rsidRDefault="00797347" w:rsidP="00395CE4">
      <w:pPr>
        <w:pStyle w:val="ListParagraph"/>
        <w:spacing w:line="288" w:lineRule="auto"/>
        <w:ind w:left="567" w:hanging="567"/>
        <w:jc w:val="both"/>
        <w:outlineLvl w:val="1"/>
        <w:rPr>
          <w:rFonts w:ascii="Times New Roman" w:eastAsia="Times New Roman" w:hAnsi="Times New Roman"/>
          <w:sz w:val="22"/>
          <w:szCs w:val="22"/>
          <w:lang w:val="en-GB" w:eastAsia="en-US"/>
        </w:rPr>
      </w:pPr>
    </w:p>
    <w:p w14:paraId="4F04EEF7" w14:textId="75EB913A" w:rsidR="00797347" w:rsidRPr="00395CE4" w:rsidRDefault="00797347" w:rsidP="00395CE4">
      <w:pPr>
        <w:pStyle w:val="ListParagraph"/>
        <w:numPr>
          <w:ilvl w:val="0"/>
          <w:numId w:val="2"/>
        </w:numPr>
        <w:spacing w:line="288" w:lineRule="auto"/>
        <w:ind w:left="567" w:hanging="567"/>
        <w:jc w:val="both"/>
        <w:outlineLvl w:val="1"/>
        <w:rPr>
          <w:rFonts w:ascii="Times New Roman" w:eastAsia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Публичните средства, инвестирани в планове за възстановяване, следва да спомагат не само за възстановяването на европейската икономика и общество, но и за драстичното намаляване на въздействието на по-нататъшни сътресения чрез инвестиции в устойчива, приобщаваща и щадяща климата икономика (т.нар. „икономика на благосъстоянието“).</w:t>
      </w:r>
    </w:p>
    <w:p w14:paraId="654FCC30" w14:textId="77777777" w:rsidR="00797347" w:rsidRPr="00395CE4" w:rsidRDefault="00797347" w:rsidP="00395CE4">
      <w:pPr>
        <w:pStyle w:val="ListParagraph"/>
        <w:spacing w:line="288" w:lineRule="auto"/>
        <w:ind w:left="567" w:hanging="567"/>
        <w:jc w:val="both"/>
        <w:outlineLvl w:val="1"/>
        <w:rPr>
          <w:rFonts w:ascii="Times New Roman" w:eastAsia="Times New Roman" w:hAnsi="Times New Roman"/>
          <w:sz w:val="22"/>
          <w:szCs w:val="22"/>
          <w:lang w:val="en-GB" w:eastAsia="en-US"/>
        </w:rPr>
      </w:pPr>
    </w:p>
    <w:p w14:paraId="4CF873A2" w14:textId="71737907" w:rsidR="00797347" w:rsidRDefault="00797347" w:rsidP="00395CE4">
      <w:pPr>
        <w:pStyle w:val="ListParagraph"/>
        <w:numPr>
          <w:ilvl w:val="0"/>
          <w:numId w:val="2"/>
        </w:numPr>
        <w:spacing w:line="288" w:lineRule="auto"/>
        <w:ind w:left="567" w:hanging="567"/>
        <w:jc w:val="both"/>
        <w:outlineLvl w:val="1"/>
        <w:rPr>
          <w:rFonts w:ascii="Times New Roman" w:eastAsia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Таксономията на ЕС за устойчиво финансиране следва да насочва публичните и частните инвестиции през целия период на възстановяване, за да се ускори преминаването от замърсяващи към екологосъобразни сектори.</w:t>
      </w:r>
    </w:p>
    <w:p w14:paraId="75F6E68B" w14:textId="77777777" w:rsidR="00220FE2" w:rsidRPr="00395CE4" w:rsidRDefault="00220FE2" w:rsidP="00220FE2">
      <w:pPr>
        <w:pStyle w:val="ListParagraph"/>
        <w:spacing w:line="288" w:lineRule="auto"/>
        <w:ind w:left="567"/>
        <w:jc w:val="both"/>
        <w:outlineLvl w:val="1"/>
        <w:rPr>
          <w:rFonts w:ascii="Times New Roman" w:eastAsia="Times New Roman" w:hAnsi="Times New Roman"/>
          <w:sz w:val="22"/>
          <w:szCs w:val="22"/>
          <w:lang w:val="en-GB" w:eastAsia="en-US"/>
        </w:rPr>
      </w:pPr>
    </w:p>
    <w:p w14:paraId="67C0400C" w14:textId="1779E3BE" w:rsidR="00EA484E" w:rsidRPr="00395CE4" w:rsidRDefault="00797347" w:rsidP="00395CE4">
      <w:pPr>
        <w:pStyle w:val="ListParagraph"/>
        <w:numPr>
          <w:ilvl w:val="0"/>
          <w:numId w:val="2"/>
        </w:numPr>
        <w:spacing w:line="288" w:lineRule="auto"/>
        <w:ind w:left="567" w:hanging="567"/>
        <w:jc w:val="both"/>
        <w:outlineLvl w:val="1"/>
        <w:rPr>
          <w:rFonts w:ascii="Times New Roman" w:eastAsia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Кризата с коронавируса показва, че цифровата революция е важна част от повишаването на издръжливостта на нашите общества на кризи. От първостепенно значение е да се инвестира в цифровизацията на основните услуги и да се увеличи способността на правителствата, законодателите и публичните институции да предоставят своите услуги по време на криза.</w:t>
      </w:r>
    </w:p>
    <w:p w14:paraId="3A22B508" w14:textId="77777777" w:rsidR="00797347" w:rsidRPr="00395CE4" w:rsidRDefault="00797347" w:rsidP="00395CE4">
      <w:pPr>
        <w:pStyle w:val="ListParagraph"/>
        <w:spacing w:line="288" w:lineRule="auto"/>
        <w:ind w:left="567" w:hanging="567"/>
        <w:jc w:val="both"/>
        <w:outlineLvl w:val="1"/>
        <w:rPr>
          <w:rFonts w:ascii="Times New Roman" w:eastAsia="Times New Roman" w:hAnsi="Times New Roman"/>
          <w:sz w:val="22"/>
          <w:szCs w:val="22"/>
          <w:lang w:val="en-GB" w:eastAsia="en-US"/>
        </w:rPr>
      </w:pPr>
    </w:p>
    <w:p w14:paraId="58772FC0" w14:textId="0C733ED2" w:rsidR="00797347" w:rsidRPr="00395CE4" w:rsidRDefault="00797347" w:rsidP="00395CE4">
      <w:pPr>
        <w:pStyle w:val="ListParagraph"/>
        <w:numPr>
          <w:ilvl w:val="0"/>
          <w:numId w:val="2"/>
        </w:numPr>
        <w:spacing w:line="288" w:lineRule="auto"/>
        <w:ind w:left="567" w:hanging="567"/>
        <w:jc w:val="both"/>
        <w:outlineLvl w:val="1"/>
        <w:rPr>
          <w:rFonts w:ascii="Times New Roman" w:eastAsia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Комисията се приканва да продължи да използва европейския семестър като двигател за възстановяване въз основа на набелязаните в неговите рамки приоритети за инвестиции и реформи. Комитетът приветства неотдавнашния акцент върху по-доброто включване на социалните въпроси и Европейския зелен пакт, както и прилагането на Механизма за възстановяване и устойчивост по линия на семестъра. </w:t>
      </w:r>
    </w:p>
    <w:p w14:paraId="3C3DB9C8" w14:textId="77777777" w:rsidR="00695B6E" w:rsidRPr="00395CE4" w:rsidRDefault="00695B6E" w:rsidP="00695B6E">
      <w:pPr>
        <w:pStyle w:val="ListParagraph"/>
        <w:spacing w:line="288" w:lineRule="auto"/>
        <w:ind w:left="0"/>
        <w:jc w:val="both"/>
        <w:rPr>
          <w:rFonts w:ascii="Times New Roman" w:eastAsia="Times New Roman" w:hAnsi="Times New Roman"/>
          <w:sz w:val="22"/>
          <w:szCs w:val="22"/>
          <w:lang w:val="en-GB" w:eastAsia="en-US"/>
        </w:rPr>
      </w:pPr>
    </w:p>
    <w:p w14:paraId="4A80875C" w14:textId="648415ED" w:rsidR="00797347" w:rsidRPr="00395CE4" w:rsidRDefault="00797347" w:rsidP="00395CE4">
      <w:pPr>
        <w:pStyle w:val="ListParagraph"/>
        <w:numPr>
          <w:ilvl w:val="0"/>
          <w:numId w:val="2"/>
        </w:numPr>
        <w:spacing w:line="288" w:lineRule="auto"/>
        <w:ind w:left="567" w:hanging="567"/>
        <w:jc w:val="both"/>
        <w:outlineLvl w:val="1"/>
        <w:rPr>
          <w:rFonts w:ascii="Times New Roman" w:eastAsia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Налице е възможност за насърчаване на социалните иновации като модел за възстановяване чрез съвместно създаване, проектиране и производство. Организираното гражданското общество е катализатор за социални иновации — движение, което допринесе за създаването на социални системи, водещи до нови политики, структури, продукти, услуги и методи на работа. Днес повече от всякога е нужно участието на гражданското общество — истинска социална иновация обаче настъпва единствено с участието на гражданското общество.</w:t>
      </w:r>
    </w:p>
    <w:p w14:paraId="1385EF6C" w14:textId="77777777" w:rsidR="00A1546D" w:rsidRPr="00395CE4" w:rsidRDefault="00A1546D" w:rsidP="00A1546D">
      <w:pPr>
        <w:pStyle w:val="ListParagraph"/>
        <w:spacing w:line="288" w:lineRule="auto"/>
        <w:ind w:left="0"/>
        <w:jc w:val="both"/>
        <w:rPr>
          <w:rFonts w:ascii="Times New Roman" w:eastAsia="Times New Roman" w:hAnsi="Times New Roman"/>
          <w:sz w:val="22"/>
          <w:szCs w:val="22"/>
          <w:lang w:val="en-GB" w:eastAsia="en-US"/>
        </w:rPr>
      </w:pPr>
    </w:p>
    <w:p w14:paraId="4B3A6FD5" w14:textId="2AC8F4EA" w:rsidR="00A1546D" w:rsidRPr="00395CE4" w:rsidRDefault="00A1546D" w:rsidP="00395CE4">
      <w:pPr>
        <w:pStyle w:val="ListParagraph"/>
        <w:numPr>
          <w:ilvl w:val="0"/>
          <w:numId w:val="2"/>
        </w:numPr>
        <w:spacing w:line="288" w:lineRule="auto"/>
        <w:ind w:left="567" w:hanging="567"/>
        <w:jc w:val="both"/>
        <w:outlineLvl w:val="1"/>
        <w:rPr>
          <w:rFonts w:ascii="Times New Roman" w:eastAsia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Преди всичко е важно да се подчертае, че една от основните поуки от кризата с коронавируса е необходимостта от укрепване на здравните системи в почти всички европейски държави, преди всичко чрез съсредоточаване върху превенцията. Въпреки че отговорността за здравеопазването е на национално равнище, разпространението на вируса не признава граници. Той засяга цяла Европа както в нашите граници, така и извън тях, и води до санитарни, социални и икономически последици, които налагат спешно да се извършат общи ответни действия на европейско равнище.</w:t>
      </w:r>
    </w:p>
    <w:p w14:paraId="2D20D300" w14:textId="77777777" w:rsidR="00A1546D" w:rsidRPr="00395CE4" w:rsidRDefault="00A1546D" w:rsidP="00395CE4">
      <w:pPr>
        <w:pStyle w:val="ListParagraph"/>
        <w:spacing w:line="288" w:lineRule="auto"/>
        <w:ind w:left="567" w:hanging="567"/>
        <w:jc w:val="both"/>
        <w:outlineLvl w:val="1"/>
        <w:rPr>
          <w:rFonts w:ascii="Times New Roman" w:eastAsia="Times New Roman" w:hAnsi="Times New Roman"/>
          <w:sz w:val="22"/>
          <w:szCs w:val="22"/>
          <w:lang w:val="en-GB" w:eastAsia="en-US"/>
        </w:rPr>
      </w:pPr>
    </w:p>
    <w:p w14:paraId="108C4A04" w14:textId="16CCFD0F" w:rsidR="00A1546D" w:rsidRPr="00395CE4" w:rsidRDefault="00A1546D" w:rsidP="00395CE4">
      <w:pPr>
        <w:pStyle w:val="ListParagraph"/>
        <w:numPr>
          <w:ilvl w:val="0"/>
          <w:numId w:val="2"/>
        </w:numPr>
        <w:spacing w:line="288" w:lineRule="auto"/>
        <w:ind w:left="567" w:hanging="567"/>
        <w:jc w:val="both"/>
        <w:outlineLvl w:val="1"/>
        <w:rPr>
          <w:rFonts w:ascii="Times New Roman" w:eastAsia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ЕС трябва да укрепи и подсили позицията си в световен план по отношение на това да играе по-важна и стратегическа роля в световната икономика и политика. Икономиката на ЕС има потенциала да използва по-добре сравнителните си предимства в световния търговски и инвестиционен пазар, особено в авангардното производство и иновативните услуги, с амбицията да бъде световен лидер. Това усилие следва да бъде придружено от по-добро и по-ефективно представителство на ЕС в основни световни организации и от изразяване на единна позиция в тях. ЕИСК призовава Европейската комисия да положи необходимите усилия, за да укрепи глобалната позиция на ЕС и да отрази това по-конкретно в нейната работна програма за 2021 г.</w:t>
      </w:r>
    </w:p>
    <w:p w14:paraId="5114F866" w14:textId="77777777" w:rsidR="00695B6E" w:rsidRPr="00395CE4" w:rsidRDefault="00695B6E" w:rsidP="00395CE4">
      <w:pPr>
        <w:pStyle w:val="ListParagraph"/>
        <w:spacing w:line="288" w:lineRule="auto"/>
        <w:ind w:left="567" w:hanging="567"/>
        <w:jc w:val="both"/>
        <w:outlineLvl w:val="1"/>
        <w:rPr>
          <w:rFonts w:ascii="Times New Roman" w:eastAsia="Times New Roman" w:hAnsi="Times New Roman"/>
          <w:sz w:val="22"/>
          <w:szCs w:val="22"/>
          <w:lang w:val="en-GB" w:eastAsia="en-US"/>
        </w:rPr>
      </w:pPr>
    </w:p>
    <w:p w14:paraId="6903AF7B" w14:textId="2EF24674" w:rsidR="00695B6E" w:rsidRPr="00395CE4" w:rsidRDefault="00A1546D" w:rsidP="00395CE4">
      <w:pPr>
        <w:pStyle w:val="ListParagraph"/>
        <w:numPr>
          <w:ilvl w:val="0"/>
          <w:numId w:val="2"/>
        </w:numPr>
        <w:spacing w:line="288" w:lineRule="auto"/>
        <w:ind w:left="567" w:hanging="567"/>
        <w:jc w:val="both"/>
        <w:outlineLvl w:val="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Освен от икономическите и екологичните въпроси работната програма на ЕС за 2021 г. трябва да се ръководи и от социалното измерение. Това означава, че ангажираността за социална и устойчива Европа трябва да бъде приоритет. В това отношение важна роля играят и организациите на гражданското общество.</w:t>
      </w:r>
    </w:p>
    <w:p w14:paraId="1F858B09" w14:textId="77777777" w:rsidR="00695B6E" w:rsidRPr="00395CE4" w:rsidRDefault="00695B6E" w:rsidP="00395CE4">
      <w:pPr>
        <w:pStyle w:val="ListParagraph"/>
        <w:spacing w:line="288" w:lineRule="auto"/>
        <w:ind w:left="0"/>
        <w:jc w:val="both"/>
        <w:outlineLvl w:val="1"/>
        <w:rPr>
          <w:rFonts w:ascii="Times New Roman" w:hAnsi="Times New Roman"/>
          <w:sz w:val="22"/>
          <w:szCs w:val="22"/>
          <w:lang w:val="en-GB"/>
        </w:rPr>
      </w:pPr>
    </w:p>
    <w:p w14:paraId="73255230" w14:textId="500D09E0" w:rsidR="00695B6E" w:rsidRPr="00395CE4" w:rsidRDefault="00A1546D" w:rsidP="00395CE4">
      <w:pPr>
        <w:pStyle w:val="ListParagraph"/>
        <w:numPr>
          <w:ilvl w:val="0"/>
          <w:numId w:val="2"/>
        </w:numPr>
        <w:spacing w:line="288" w:lineRule="auto"/>
        <w:ind w:left="567" w:hanging="567"/>
        <w:jc w:val="both"/>
        <w:outlineLvl w:val="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ЕИСК решително подкрепя предложението на Европейската комисия за разработване на План за действие за европейска демокрация, който следва да бъде подробен и постоянен, с капацитет за промяна, подсигурен с финансова подкрепа и междуинституционална координация.</w:t>
      </w:r>
    </w:p>
    <w:p w14:paraId="1F40C220" w14:textId="475B4AEC" w:rsidR="00395CE4" w:rsidRPr="00395CE4" w:rsidRDefault="00395CE4" w:rsidP="00695B6E">
      <w:pPr>
        <w:spacing w:line="288" w:lineRule="auto"/>
        <w:jc w:val="both"/>
        <w:outlineLvl w:val="1"/>
        <w:rPr>
          <w:rFonts w:ascii="Times New Roman" w:hAnsi="Times New Roman"/>
          <w:sz w:val="22"/>
          <w:szCs w:val="22"/>
          <w:lang w:val="en-GB"/>
        </w:rPr>
      </w:pPr>
    </w:p>
    <w:p w14:paraId="620BA47D" w14:textId="77777777" w:rsidR="00395CE4" w:rsidRPr="00AC7274" w:rsidRDefault="00395CE4">
      <w:pPr>
        <w:overflowPunct w:val="0"/>
        <w:autoSpaceDE w:val="0"/>
        <w:autoSpaceDN w:val="0"/>
        <w:adjustRightInd w:val="0"/>
        <w:spacing w:line="288" w:lineRule="auto"/>
        <w:jc w:val="center"/>
        <w:textAlignment w:val="baseline"/>
      </w:pPr>
      <w:r>
        <w:t>_____________</w:t>
      </w:r>
    </w:p>
    <w:p w14:paraId="5514C873" w14:textId="698C671E" w:rsidR="00395CE4" w:rsidRPr="00395CE4" w:rsidRDefault="00395CE4">
      <w:pPr>
        <w:tabs>
          <w:tab w:val="left" w:pos="1647"/>
        </w:tabs>
        <w:rPr>
          <w:rFonts w:ascii="Times New Roman" w:hAnsi="Times New Roman"/>
          <w:sz w:val="22"/>
          <w:szCs w:val="22"/>
          <w:lang w:val="en-GB"/>
        </w:rPr>
      </w:pPr>
    </w:p>
    <w:sectPr w:rsidR="00395CE4" w:rsidRPr="00395CE4" w:rsidSect="00395CE4">
      <w:footerReference w:type="default" r:id="rId8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737331" w14:textId="77777777" w:rsidR="00FC6434" w:rsidRDefault="00FC6434" w:rsidP="00EA484E">
      <w:r>
        <w:separator/>
      </w:r>
    </w:p>
  </w:endnote>
  <w:endnote w:type="continuationSeparator" w:id="0">
    <w:p w14:paraId="7D924EA2" w14:textId="77777777" w:rsidR="00FC6434" w:rsidRDefault="00FC6434" w:rsidP="00EA4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A84632" w14:textId="4C6BEF20" w:rsidR="00395CE4" w:rsidRPr="00395CE4" w:rsidRDefault="00395CE4" w:rsidP="00395CE4">
    <w:pPr>
      <w:pStyle w:val="Footer"/>
    </w:pPr>
    <w:r>
      <w:t xml:space="preserve">EESC-2020-03155-00-00-TCD-TRA (EN) </w:t>
    </w:r>
    <w:r>
      <w:fldChar w:fldCharType="begin"/>
    </w:r>
    <w:r>
      <w:instrText xml:space="preserve"> PAGE  \* Arabic  \* MERGEFORMAT </w:instrText>
    </w:r>
    <w:r>
      <w:fldChar w:fldCharType="separate"/>
    </w:r>
    <w:r w:rsidR="00D43EAC">
      <w:rPr>
        <w:noProof/>
      </w:rPr>
      <w:t>1</w:t>
    </w:r>
    <w:r>
      <w:fldChar w:fldCharType="end"/>
    </w:r>
    <w:r>
      <w:t>/</w:t>
    </w:r>
    <w:r w:rsidR="00D43EAC">
      <w:fldChar w:fldCharType="begin"/>
    </w:r>
    <w:r w:rsidR="00D43EAC">
      <w:instrText xml:space="preserve"> NUMPAGES </w:instrText>
    </w:r>
    <w:r w:rsidR="00D43EAC">
      <w:fldChar w:fldCharType="separate"/>
    </w:r>
    <w:r w:rsidR="00D43EAC">
      <w:rPr>
        <w:noProof/>
      </w:rPr>
      <w:t>4</w:t>
    </w:r>
    <w:r w:rsidR="00D43EA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92C85F" w14:textId="77777777" w:rsidR="00FC6434" w:rsidRDefault="00FC6434" w:rsidP="00EA484E">
      <w:r>
        <w:separator/>
      </w:r>
    </w:p>
  </w:footnote>
  <w:footnote w:type="continuationSeparator" w:id="0">
    <w:p w14:paraId="2CDFA011" w14:textId="77777777" w:rsidR="00FC6434" w:rsidRDefault="00FC6434" w:rsidP="00EA484E">
      <w:r>
        <w:continuationSeparator/>
      </w:r>
    </w:p>
  </w:footnote>
  <w:footnote w:id="1">
    <w:p w14:paraId="3A3A82D3" w14:textId="6FAB0843" w:rsidR="00EA484E" w:rsidRPr="005C2677" w:rsidRDefault="00EA484E" w:rsidP="00AC7274">
      <w:pPr>
        <w:pStyle w:val="FootnoteText"/>
        <w:spacing w:after="60" w:line="288" w:lineRule="auto"/>
        <w:ind w:left="567" w:hanging="567"/>
        <w:contextualSpacing/>
        <w:jc w:val="both"/>
        <w:outlineLvl w:val="1"/>
        <w:rPr>
          <w:rFonts w:ascii="Times New Roman" w:hAnsi="Times New Roman"/>
          <w:sz w:val="16"/>
          <w:szCs w:val="16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  <w:sz w:val="16"/>
          <w:szCs w:val="16"/>
        </w:rPr>
        <w:tab/>
      </w:r>
      <w:hyperlink r:id="rId1" w:history="1">
        <w:r>
          <w:rPr>
            <w:rStyle w:val="Hyperlink"/>
            <w:rFonts w:ascii="Times New Roman" w:hAnsi="Times New Roman"/>
            <w:sz w:val="16"/>
            <w:szCs w:val="16"/>
          </w:rPr>
          <w:t>Резолюция относно Предложения на ЕИСК за реконструкция и възстановяване след кризата с COVID-19</w:t>
        </w:r>
      </w:hyperlink>
      <w:r>
        <w:rPr>
          <w:rFonts w:ascii="Times New Roman" w:hAnsi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E3A0113A"/>
    <w:lvl w:ilvl="0">
      <w:start w:val="1"/>
      <w:numFmt w:val="decimal"/>
      <w:pStyle w:val="Heading1"/>
      <w:lvlText w:val="%1."/>
      <w:lvlJc w:val="left"/>
      <w:pPr>
        <w:ind w:left="709" w:firstLine="0"/>
      </w:pPr>
      <w:rPr>
        <w:rFonts w:hint="default"/>
        <w:b/>
        <w:bCs w:val="0"/>
      </w:rPr>
    </w:lvl>
    <w:lvl w:ilvl="1">
      <w:start w:val="1"/>
      <w:numFmt w:val="decimal"/>
      <w:pStyle w:val="Heading2"/>
      <w:lvlText w:val="%1.%2"/>
      <w:lvlJc w:val="left"/>
      <w:pPr>
        <w:ind w:left="709" w:firstLine="0"/>
      </w:pPr>
      <w:rPr>
        <w:rFonts w:hint="default"/>
        <w:b w:val="0"/>
      </w:rPr>
    </w:lvl>
    <w:lvl w:ilvl="2">
      <w:start w:val="1"/>
      <w:numFmt w:val="decimal"/>
      <w:pStyle w:val="Heading3"/>
      <w:lvlText w:val="%1.%2.%3"/>
      <w:lvlJc w:val="left"/>
      <w:pPr>
        <w:ind w:left="709" w:firstLine="0"/>
      </w:pPr>
      <w:rPr>
        <w:rFonts w:hint="default"/>
        <w:b w:val="0"/>
        <w:i w:val="0"/>
        <w:color w:val="000000" w:themeColor="text1"/>
      </w:rPr>
    </w:lvl>
    <w:lvl w:ilvl="3">
      <w:start w:val="1"/>
      <w:numFmt w:val="decimal"/>
      <w:pStyle w:val="Heading4"/>
      <w:lvlText w:val="%1.%2.%3.%4"/>
      <w:lvlJc w:val="left"/>
      <w:pPr>
        <w:ind w:left="709" w:firstLine="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709" w:firstLine="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709" w:firstLine="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709" w:firstLine="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709" w:firstLine="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709" w:firstLine="0"/>
      </w:pPr>
      <w:rPr>
        <w:rFonts w:hint="default"/>
      </w:rPr>
    </w:lvl>
  </w:abstractNum>
  <w:abstractNum w:abstractNumId="1" w15:restartNumberingAfterBreak="0">
    <w:nsid w:val="4DF036DF"/>
    <w:multiLevelType w:val="hybridMultilevel"/>
    <w:tmpl w:val="6E341E6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84E"/>
    <w:rsid w:val="0019028B"/>
    <w:rsid w:val="001A64FB"/>
    <w:rsid w:val="00220FE2"/>
    <w:rsid w:val="00395CE4"/>
    <w:rsid w:val="00695B6E"/>
    <w:rsid w:val="006D2A9B"/>
    <w:rsid w:val="0070785F"/>
    <w:rsid w:val="00747CA5"/>
    <w:rsid w:val="00765063"/>
    <w:rsid w:val="00797347"/>
    <w:rsid w:val="00A1546D"/>
    <w:rsid w:val="00AC7274"/>
    <w:rsid w:val="00C12343"/>
    <w:rsid w:val="00D41E97"/>
    <w:rsid w:val="00D43EAC"/>
    <w:rsid w:val="00EA3B3D"/>
    <w:rsid w:val="00EA484E"/>
    <w:rsid w:val="00FC6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574449C"/>
  <w15:chartTrackingRefBased/>
  <w15:docId w15:val="{B52C3C5B-351A-4CCD-A6EE-6A3077847CD9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Theme="minorHAnsi" w:hAnsi="Georgia" w:cstheme="minorBidi"/>
        <w:sz w:val="18"/>
        <w:szCs w:val="22"/>
        <w:lang w:val="bg-BG" w:eastAsia="en-US" w:bidi="ar-SA"/>
      </w:rPr>
    </w:rPrDefault>
    <w:pPrDefault>
      <w:pPr>
        <w:spacing w:line="280" w:lineRule="exact"/>
        <w:ind w:left="357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484E"/>
    <w:pPr>
      <w:spacing w:line="240" w:lineRule="auto"/>
      <w:ind w:left="0" w:firstLine="0"/>
    </w:pPr>
    <w:rPr>
      <w:rFonts w:ascii="Cambria" w:eastAsia="MS Mincho" w:hAnsi="Cambria" w:cs="Times New Roman"/>
      <w:sz w:val="24"/>
      <w:szCs w:val="24"/>
      <w:lang w:eastAsia="it-IT"/>
    </w:rPr>
  </w:style>
  <w:style w:type="paragraph" w:styleId="Heading1">
    <w:name w:val="heading 1"/>
    <w:basedOn w:val="Normal"/>
    <w:next w:val="Normal"/>
    <w:link w:val="Heading1Char"/>
    <w:qFormat/>
    <w:rsid w:val="00EA484E"/>
    <w:pPr>
      <w:numPr>
        <w:numId w:val="1"/>
      </w:numPr>
      <w:spacing w:line="288" w:lineRule="auto"/>
      <w:jc w:val="both"/>
      <w:outlineLvl w:val="0"/>
    </w:pPr>
    <w:rPr>
      <w:rFonts w:ascii="Times New Roman" w:eastAsia="Times New Roman" w:hAnsi="Times New Roman"/>
      <w:kern w:val="28"/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EA484E"/>
    <w:pPr>
      <w:numPr>
        <w:ilvl w:val="1"/>
        <w:numId w:val="1"/>
      </w:numPr>
      <w:spacing w:line="288" w:lineRule="auto"/>
      <w:jc w:val="both"/>
      <w:outlineLvl w:val="1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EA484E"/>
    <w:pPr>
      <w:numPr>
        <w:ilvl w:val="2"/>
        <w:numId w:val="1"/>
      </w:numPr>
      <w:spacing w:line="288" w:lineRule="auto"/>
      <w:jc w:val="both"/>
      <w:outlineLvl w:val="2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EA484E"/>
    <w:pPr>
      <w:numPr>
        <w:ilvl w:val="3"/>
        <w:numId w:val="1"/>
      </w:numPr>
      <w:spacing w:line="288" w:lineRule="auto"/>
      <w:jc w:val="both"/>
      <w:outlineLvl w:val="3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EA484E"/>
    <w:pPr>
      <w:numPr>
        <w:ilvl w:val="4"/>
        <w:numId w:val="1"/>
      </w:numPr>
      <w:spacing w:line="288" w:lineRule="auto"/>
      <w:jc w:val="both"/>
      <w:outlineLvl w:val="4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EA484E"/>
    <w:pPr>
      <w:numPr>
        <w:ilvl w:val="5"/>
        <w:numId w:val="1"/>
      </w:numPr>
      <w:spacing w:line="288" w:lineRule="auto"/>
      <w:jc w:val="both"/>
      <w:outlineLvl w:val="5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EA484E"/>
    <w:pPr>
      <w:numPr>
        <w:ilvl w:val="6"/>
        <w:numId w:val="1"/>
      </w:numPr>
      <w:spacing w:line="288" w:lineRule="auto"/>
      <w:jc w:val="both"/>
      <w:outlineLvl w:val="6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EA484E"/>
    <w:pPr>
      <w:numPr>
        <w:ilvl w:val="7"/>
        <w:numId w:val="1"/>
      </w:numPr>
      <w:spacing w:line="288" w:lineRule="auto"/>
      <w:jc w:val="both"/>
      <w:outlineLvl w:val="7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EA484E"/>
    <w:pPr>
      <w:numPr>
        <w:ilvl w:val="8"/>
        <w:numId w:val="1"/>
      </w:numPr>
      <w:spacing w:line="288" w:lineRule="auto"/>
      <w:jc w:val="both"/>
      <w:outlineLvl w:val="8"/>
    </w:pPr>
    <w:rPr>
      <w:rFonts w:ascii="Times New Roman" w:eastAsia="Times New Roman" w:hAnsi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A484E"/>
    <w:rPr>
      <w:rFonts w:ascii="Times New Roman" w:eastAsia="Times New Roman" w:hAnsi="Times New Roman" w:cs="Times New Roman"/>
      <w:kern w:val="28"/>
      <w:sz w:val="22"/>
      <w:lang w:val="bg-BG"/>
    </w:rPr>
  </w:style>
  <w:style w:type="character" w:customStyle="1" w:styleId="Heading2Char">
    <w:name w:val="Heading 2 Char"/>
    <w:basedOn w:val="DefaultParagraphFont"/>
    <w:link w:val="Heading2"/>
    <w:rsid w:val="00EA484E"/>
    <w:rPr>
      <w:rFonts w:ascii="Times New Roman" w:eastAsia="Times New Roman" w:hAnsi="Times New Roman" w:cs="Times New Roman"/>
      <w:sz w:val="22"/>
      <w:lang w:val="bg-BG"/>
    </w:rPr>
  </w:style>
  <w:style w:type="character" w:customStyle="1" w:styleId="Heading3Char">
    <w:name w:val="Heading 3 Char"/>
    <w:basedOn w:val="DefaultParagraphFont"/>
    <w:link w:val="Heading3"/>
    <w:rsid w:val="00EA484E"/>
    <w:rPr>
      <w:rFonts w:ascii="Times New Roman" w:eastAsia="Times New Roman" w:hAnsi="Times New Roman" w:cs="Times New Roman"/>
      <w:sz w:val="22"/>
      <w:lang w:val="bg-BG"/>
    </w:rPr>
  </w:style>
  <w:style w:type="character" w:customStyle="1" w:styleId="Heading4Char">
    <w:name w:val="Heading 4 Char"/>
    <w:basedOn w:val="DefaultParagraphFont"/>
    <w:link w:val="Heading4"/>
    <w:rsid w:val="00EA484E"/>
    <w:rPr>
      <w:rFonts w:ascii="Times New Roman" w:eastAsia="Times New Roman" w:hAnsi="Times New Roman" w:cs="Times New Roman"/>
      <w:sz w:val="22"/>
      <w:lang w:val="bg-BG"/>
    </w:rPr>
  </w:style>
  <w:style w:type="character" w:customStyle="1" w:styleId="Heading5Char">
    <w:name w:val="Heading 5 Char"/>
    <w:basedOn w:val="DefaultParagraphFont"/>
    <w:link w:val="Heading5"/>
    <w:rsid w:val="00EA484E"/>
    <w:rPr>
      <w:rFonts w:ascii="Times New Roman" w:eastAsia="Times New Roman" w:hAnsi="Times New Roman" w:cs="Times New Roman"/>
      <w:sz w:val="22"/>
      <w:lang w:val="bg-BG"/>
    </w:rPr>
  </w:style>
  <w:style w:type="character" w:customStyle="1" w:styleId="Heading6Char">
    <w:name w:val="Heading 6 Char"/>
    <w:basedOn w:val="DefaultParagraphFont"/>
    <w:link w:val="Heading6"/>
    <w:rsid w:val="00EA484E"/>
    <w:rPr>
      <w:rFonts w:ascii="Times New Roman" w:eastAsia="Times New Roman" w:hAnsi="Times New Roman" w:cs="Times New Roman"/>
      <w:sz w:val="22"/>
      <w:lang w:val="bg-BG"/>
    </w:rPr>
  </w:style>
  <w:style w:type="character" w:customStyle="1" w:styleId="Heading7Char">
    <w:name w:val="Heading 7 Char"/>
    <w:basedOn w:val="DefaultParagraphFont"/>
    <w:link w:val="Heading7"/>
    <w:rsid w:val="00EA484E"/>
    <w:rPr>
      <w:rFonts w:ascii="Times New Roman" w:eastAsia="Times New Roman" w:hAnsi="Times New Roman" w:cs="Times New Roman"/>
      <w:sz w:val="22"/>
      <w:lang w:val="bg-BG"/>
    </w:rPr>
  </w:style>
  <w:style w:type="character" w:customStyle="1" w:styleId="Heading8Char">
    <w:name w:val="Heading 8 Char"/>
    <w:basedOn w:val="DefaultParagraphFont"/>
    <w:link w:val="Heading8"/>
    <w:rsid w:val="00EA484E"/>
    <w:rPr>
      <w:rFonts w:ascii="Times New Roman" w:eastAsia="Times New Roman" w:hAnsi="Times New Roman" w:cs="Times New Roman"/>
      <w:sz w:val="22"/>
      <w:lang w:val="bg-BG"/>
    </w:rPr>
  </w:style>
  <w:style w:type="character" w:customStyle="1" w:styleId="Heading9Char">
    <w:name w:val="Heading 9 Char"/>
    <w:basedOn w:val="DefaultParagraphFont"/>
    <w:link w:val="Heading9"/>
    <w:rsid w:val="00EA484E"/>
    <w:rPr>
      <w:rFonts w:ascii="Times New Roman" w:eastAsia="Times New Roman" w:hAnsi="Times New Roman" w:cs="Times New Roman"/>
      <w:sz w:val="22"/>
      <w:lang w:val="bg-BG"/>
    </w:rPr>
  </w:style>
  <w:style w:type="paragraph" w:styleId="FootnoteText">
    <w:name w:val="footnote text"/>
    <w:basedOn w:val="Normal"/>
    <w:link w:val="FootnoteTextChar"/>
    <w:unhideWhenUsed/>
    <w:qFormat/>
    <w:rsid w:val="00EA484E"/>
  </w:style>
  <w:style w:type="character" w:customStyle="1" w:styleId="FootnoteTextChar">
    <w:name w:val="Footnote Text Char"/>
    <w:basedOn w:val="DefaultParagraphFont"/>
    <w:link w:val="FootnoteText"/>
    <w:rsid w:val="00EA484E"/>
    <w:rPr>
      <w:rFonts w:ascii="Cambria" w:eastAsia="MS Mincho" w:hAnsi="Cambria" w:cs="Times New Roman"/>
      <w:sz w:val="24"/>
      <w:szCs w:val="24"/>
      <w:lang w:val="bg-BG" w:eastAsia="it-IT"/>
    </w:rPr>
  </w:style>
  <w:style w:type="character" w:styleId="FootnoteReference">
    <w:name w:val="footnote reference"/>
    <w:unhideWhenUsed/>
    <w:qFormat/>
    <w:rsid w:val="00EA484E"/>
    <w:rPr>
      <w:vertAlign w:val="superscript"/>
    </w:rPr>
  </w:style>
  <w:style w:type="character" w:styleId="Hyperlink">
    <w:name w:val="Hyperlink"/>
    <w:uiPriority w:val="99"/>
    <w:unhideWhenUsed/>
    <w:rsid w:val="00EA484E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EA484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95CE4"/>
    <w:pPr>
      <w:spacing w:line="288" w:lineRule="auto"/>
      <w:jc w:val="both"/>
    </w:pPr>
    <w:rPr>
      <w:rFonts w:ascii="Times New Roman" w:hAnsi="Times New Roman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395CE4"/>
    <w:rPr>
      <w:rFonts w:ascii="Times New Roman" w:eastAsia="MS Mincho" w:hAnsi="Times New Roman" w:cs="Times New Roman"/>
      <w:sz w:val="22"/>
      <w:szCs w:val="24"/>
      <w:lang w:val="bg-BG" w:eastAsia="it-IT"/>
    </w:rPr>
  </w:style>
  <w:style w:type="paragraph" w:styleId="Footer">
    <w:name w:val="footer"/>
    <w:basedOn w:val="Normal"/>
    <w:link w:val="FooterChar"/>
    <w:uiPriority w:val="99"/>
    <w:unhideWhenUsed/>
    <w:rsid w:val="00395CE4"/>
    <w:pPr>
      <w:spacing w:line="288" w:lineRule="auto"/>
      <w:jc w:val="both"/>
    </w:pPr>
    <w:rPr>
      <w:rFonts w:ascii="Times New Roman" w:hAnsi="Times New Roman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395CE4"/>
    <w:rPr>
      <w:rFonts w:ascii="Times New Roman" w:eastAsia="MS Mincho" w:hAnsi="Times New Roman" w:cs="Times New Roman"/>
      <w:sz w:val="22"/>
      <w:szCs w:val="24"/>
      <w:lang w:val="bg-BG" w:eastAsia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5CE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CE4"/>
    <w:rPr>
      <w:rFonts w:ascii="Segoe UI" w:eastAsia="MS Mincho" w:hAnsi="Segoe UI" w:cs="Segoe UI"/>
      <w:szCs w:val="18"/>
      <w:lang w:val="bg-BG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esc.europa.eu/bg/news-media/press-releases/eesc-proposals-post-covid-19-recovery-and-reconstruction-towards-new-societal-model" TargetMode="Externa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Y:\word2016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da99570-6012-4083-bfeb-7d32ad1ce1a3">VV634QRNENMJ-762678085-1617</_dlc_DocId>
    <_dlc_DocIdUrl xmlns="cda99570-6012-4083-bfeb-7d32ad1ce1a3">
      <Url>http://dm2016/eesc/2020/_layouts/15/DocIdRedir.aspx?ID=VV634QRNENMJ-762678085-1617</Url>
      <Description>VV634QRNENMJ-762678085-1617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TCD</TermName>
          <TermId xmlns="http://schemas.microsoft.com/office/infopath/2007/PartnerControls">cd9d6eb6-3f4f-424a-b2d1-57c9d450eaaf</TermId>
        </TermInfo>
      </Terms>
    </DocumentType_0>
    <Procedure xmlns="cda99570-6012-4083-bfeb-7d32ad1ce1a3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EESC</TermName>
          <TermId xmlns="http://schemas.microsoft.com/office/infopath/2007/PartnerControls">422833ec-8d7e-4e65-8e4e-8bed07ffb729</TermId>
        </TermInfo>
      </Terms>
    </DocumentSource_0>
    <ProductionDate xmlns="cda99570-6012-4083-bfeb-7d32ad1ce1a3">2020-07-20T12:00:00+00:00</ProductionDate>
    <FicheYear xmlns="cda99570-6012-4083-bfeb-7d32ad1ce1a3">2020</FicheYear>
    <DocumentNumber xmlns="98af4b3d-0f8e-4839-87de-ec8dfffabf66">3155</DocumentNumber>
    <DocumentVersion xmlns="cda99570-6012-4083-bfeb-7d32ad1ce1a3">0</DocumentVersion>
    <DossierNumber xmlns="cda99570-6012-4083-bfeb-7d32ad1ce1a3" xsi:nil="true"/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cda99570-6012-4083-bfeb-7d32ad1ce1a3">2020-07-15T12:00:00+00:00</MeetingDate>
    <TaxCatchAll xmlns="cda99570-6012-4083-bfeb-7d32ad1ce1a3">
      <Value>51</Value>
      <Value>48</Value>
      <Value>47</Value>
      <Value>46</Value>
      <Value>45</Value>
      <Value>44</Value>
      <Value>43</Value>
      <Value>40</Value>
      <Value>39</Value>
      <Value>38</Value>
      <Value>36</Value>
      <Value>34</Value>
      <Value>32</Value>
      <Value>31</Value>
      <Value>29</Value>
      <Value>24</Value>
      <Value>16</Value>
      <Value>13</Value>
      <Value>11</Value>
      <Value>10</Value>
      <Value>9</Value>
      <Value>8</Value>
      <Value>6</Value>
      <Value>5</Value>
      <Value>4</Value>
      <Value>2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</Terms>
    </DocumentLanguage_0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cda99570-6012-4083-bfeb-7d32ad1ce1a3" xsi:nil="true"/>
    <DocumentYear xmlns="cda99570-6012-4083-bfeb-7d32ad1ce1a3">2020</DocumentYear>
    <FicheNumber xmlns="cda99570-6012-4083-bfeb-7d32ad1ce1a3">7916</FicheNumber>
    <DocumentPart xmlns="cda99570-6012-4083-bfeb-7d32ad1ce1a3">0</DocumentPart>
    <AdoptionDate xmlns="cda99570-6012-4083-bfeb-7d32ad1ce1a3" xsi:nil="true"/>
    <RequestingService xmlns="cda99570-6012-4083-bfeb-7d32ad1ce1a3">Coordination législative</RequestingService>
    <Meeting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SPL-CES</TermName>
          <TermId xmlns="http://schemas.microsoft.com/office/infopath/2007/PartnerControls">32d8cb1f-c9ec-4365-95c7-8385a18618ac</TermId>
        </TermInfo>
      </Terms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98af4b3d-0f8e-4839-87de-ec8dfffabf66">553</MeetingNumber>
    <DossierName_0 xmlns="http://schemas.microsoft.com/sharepoint/v3/fields">
      <Terms xmlns="http://schemas.microsoft.com/office/infopath/2007/PartnerControls"/>
    </DossierName_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292A099219C5BF43911B0000CE8DBCC8" ma:contentTypeVersion="4" ma:contentTypeDescription="Defines the documents for Document Manager V2" ma:contentTypeScope="" ma:versionID="d945b5853b9a409bd93986b015db2ee4">
  <xsd:schema xmlns:xsd="http://www.w3.org/2001/XMLSchema" xmlns:xs="http://www.w3.org/2001/XMLSchema" xmlns:p="http://schemas.microsoft.com/office/2006/metadata/properties" xmlns:ns2="cda99570-6012-4083-bfeb-7d32ad1ce1a3" xmlns:ns3="http://schemas.microsoft.com/sharepoint/v3/fields" xmlns:ns4="98af4b3d-0f8e-4839-87de-ec8dfffabf66" targetNamespace="http://schemas.microsoft.com/office/2006/metadata/properties" ma:root="true" ma:fieldsID="012abeaec5591cf3df1cee32d300b2f6" ns2:_="" ns3:_="" ns4:_="">
    <xsd:import namespace="cda99570-6012-4083-bfeb-7d32ad1ce1a3"/>
    <xsd:import namespace="http://schemas.microsoft.com/sharepoint/v3/fields"/>
    <xsd:import namespace="98af4b3d-0f8e-4839-87de-ec8dfffabf6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a99570-6012-4083-bfeb-7d32ad1ce1a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0d0d295d-627a-4c5d-a1a5-11c9952cac30}" ma:internalName="TaxCatchAll" ma:showField="CatchAllData" ma:web="cda99570-6012-4083-bfeb-7d32ad1ce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0d0d295d-627a-4c5d-a1a5-11c9952cac30}" ma:internalName="TaxCatchAllLabel" ma:readOnly="true" ma:showField="CatchAllDataLabel" ma:web="cda99570-6012-4083-bfeb-7d32ad1ce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af4b3d-0f8e-4839-87de-ec8dfffabf66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D777AA-7A9C-47FE-9FE6-2E345C08B639}"/>
</file>

<file path=customXml/itemProps2.xml><?xml version="1.0" encoding="utf-8"?>
<ds:datastoreItem xmlns:ds="http://schemas.openxmlformats.org/officeDocument/2006/customXml" ds:itemID="{699FBEA4-3CD3-403E-8586-48432E6985FA}"/>
</file>

<file path=customXml/itemProps3.xml><?xml version="1.0" encoding="utf-8"?>
<ds:datastoreItem xmlns:ds="http://schemas.openxmlformats.org/officeDocument/2006/customXml" ds:itemID="{DA91FA0B-111A-40DA-816F-99A9D4353A56}"/>
</file>

<file path=customXml/itemProps4.xml><?xml version="1.0" encoding="utf-8"?>
<ds:datastoreItem xmlns:ds="http://schemas.openxmlformats.org/officeDocument/2006/customXml" ds:itemID="{FFC57921-ED77-4E1D-B407-D10C521A701A}"/>
</file>

<file path=docProps/app.xml><?xml version="1.0" encoding="utf-8"?>
<Properties xmlns="http://schemas.openxmlformats.org/officeDocument/2006/extended-properties" xmlns:vt="http://schemas.openxmlformats.org/officeDocument/2006/docPropsVTypes">
  <Template>Styles.dotm</Template>
  <TotalTime>0</TotalTime>
  <Pages>4</Pages>
  <Words>1031</Words>
  <Characters>5881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Обобщение - принос на ЕИСК към работната програма на Европейската комисия за 2021 г.</dc:title>
  <dc:creator>Jan Dirx</dc:creator>
  <cp:keywords>EESC-2020-03155-00-00-TCD-TRA-EN</cp:keywords>
  <dc:description>Rapporteur:  - Original language: EN - Date of document: 20/07/2020 - Date of meeting: 15/07/2020 - External documents:  - Administrator: M. COSMAI Domenico</dc:description>
  <cp:lastModifiedBy>Albena Ilieva</cp:lastModifiedBy>
  <cp:revision>2</cp:revision>
  <dcterms:created xsi:type="dcterms:W3CDTF">2020-07-20T06:58:00Z</dcterms:created>
  <dcterms:modified xsi:type="dcterms:W3CDTF">2020-07-20T06:58:00Z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17/07/2020</vt:lpwstr>
  </property>
  <property fmtid="{D5CDD505-2E9C-101B-9397-08002B2CF9AE}" pid="4" name="Pref_Time">
    <vt:lpwstr>16:38:07</vt:lpwstr>
  </property>
  <property fmtid="{D5CDD505-2E9C-101B-9397-08002B2CF9AE}" pid="5" name="Pref_User">
    <vt:lpwstr>hnic</vt:lpwstr>
  </property>
  <property fmtid="{D5CDD505-2E9C-101B-9397-08002B2CF9AE}" pid="6" name="Pref_FileName">
    <vt:lpwstr>EESC-2020-03155-00-00-TCD-ORI.docx</vt:lpwstr>
  </property>
  <property fmtid="{D5CDD505-2E9C-101B-9397-08002B2CF9AE}" pid="7" name="ContentTypeId">
    <vt:lpwstr>0x010100EA97B91038054C99906057A708A1480A00292A099219C5BF43911B0000CE8DBCC8</vt:lpwstr>
  </property>
  <property fmtid="{D5CDD505-2E9C-101B-9397-08002B2CF9AE}" pid="8" name="_dlc_DocIdItemGuid">
    <vt:lpwstr>43c3a11f-e8c9-44ae-8b42-e5eab60bedb1</vt:lpwstr>
  </property>
  <property fmtid="{D5CDD505-2E9C-101B-9397-08002B2CF9AE}" pid="9" name="AvailableTranslations">
    <vt:lpwstr>39;#HU|6b229040-c589-4408-b4c1-4285663d20a8;#9;#PL|1e03da61-4678-4e07-b136-b5024ca9197b;#45;#FI|87606a43-d45f-42d6-b8c9-e1a3457db5b7;#24;#LV|46f7e311-5d9f-4663-b433-18aeccb7ace7;#16;#ES|e7a6b05b-ae16-40c8-add9-68b64b03aeba;#13;#IT|0774613c-01ed-4e5d-a25d-11d2388de825;#29;#PT|50ccc04a-eadd-42ae-a0cb-acaf45f812ba;#4;#EN|f2175f21-25d7-44a3-96da-d6a61b075e1b;#32;#DA|5d49c027-8956-412b-aa16-e85a0f96ad0e;#40;#SV|c2ed69e7-a339-43d7-8f22-d93680a92aa0;#46;#SK|46d9fce0-ef79-4f71-b89b-cd6aa82426b8;#38;#EL|6d4f4d51-af9b-4650-94b4-4276bee85c91;#43;#HR|2f555653-ed1a-4fe6-8362-9082d95989e5;#36;#MT|7df99101-6854-4a26-b53a-b88c0da02c26;#31;#CS|72f9705b-0217-4fd3-bea2-cbc7ed80e26e;#48;#RO|feb747a2-64cd-4299-af12-4833ddc30497;#10;#DE|f6b31e5a-26fa-4935-b661-318e46daf27e;#34;#SL|98a412ae-eb01-49e9-ae3d-585a81724cfc;#47;#ET|ff6c3f4c-b02c-4c3c-ab07-2c37995a7a0a;#11;#FR|d2afafd3-4c81-4f60-8f52-ee33f2f54ff3;#44;#BG|1a1b3951-7821-4e6a-85f5-5673fc08bd2c</vt:lpwstr>
  </property>
  <property fmtid="{D5CDD505-2E9C-101B-9397-08002B2CF9AE}" pid="10" name="DocumentType_0">
    <vt:lpwstr>TCD|cd9d6eb6-3f4f-424a-b2d1-57c9d450eaaf</vt:lpwstr>
  </property>
  <property fmtid="{D5CDD505-2E9C-101B-9397-08002B2CF9AE}" pid="11" name="MeetingNumber">
    <vt:i4>553</vt:i4>
  </property>
  <property fmtid="{D5CDD505-2E9C-101B-9397-08002B2CF9AE}" pid="12" name="DossierName_0">
    <vt:lpwstr/>
  </property>
  <property fmtid="{D5CDD505-2E9C-101B-9397-08002B2CF9AE}" pid="13" name="DocumentSource_0">
    <vt:lpwstr>EESC|422833ec-8d7e-4e65-8e4e-8bed07ffb729</vt:lpwstr>
  </property>
  <property fmtid="{D5CDD505-2E9C-101B-9397-08002B2CF9AE}" pid="14" name="DocumentNumber">
    <vt:i4>3155</vt:i4>
  </property>
  <property fmtid="{D5CDD505-2E9C-101B-9397-08002B2CF9AE}" pid="15" name="FicheYear">
    <vt:i4>2020</vt:i4>
  </property>
  <property fmtid="{D5CDD505-2E9C-101B-9397-08002B2CF9AE}" pid="16" name="DocumentVersion">
    <vt:i4>0</vt:i4>
  </property>
  <property fmtid="{D5CDD505-2E9C-101B-9397-08002B2CF9AE}" pid="17" name="DocumentStatus">
    <vt:lpwstr>2;#TRA|150d2a88-1431-44e6-a8ca-0bb753ab8672</vt:lpwstr>
  </property>
  <property fmtid="{D5CDD505-2E9C-101B-9397-08002B2CF9AE}" pid="18" name="DocumentPart">
    <vt:i4>0</vt:i4>
  </property>
  <property fmtid="{D5CDD505-2E9C-101B-9397-08002B2CF9AE}" pid="19" name="DossierName">
    <vt:lpwstr/>
  </property>
  <property fmtid="{D5CDD505-2E9C-101B-9397-08002B2CF9AE}" pid="20" name="DocumentSource">
    <vt:lpwstr>1;#EESC|422833ec-8d7e-4e65-8e4e-8bed07ffb729</vt:lpwstr>
  </property>
  <property fmtid="{D5CDD505-2E9C-101B-9397-08002B2CF9AE}" pid="22" name="DocumentType">
    <vt:lpwstr>8;#TCD|cd9d6eb6-3f4f-424a-b2d1-57c9d450eaaf</vt:lpwstr>
  </property>
  <property fmtid="{D5CDD505-2E9C-101B-9397-08002B2CF9AE}" pid="23" name="RequestingService">
    <vt:lpwstr>Coordination législative</vt:lpwstr>
  </property>
  <property fmtid="{D5CDD505-2E9C-101B-9397-08002B2CF9AE}" pid="24" name="Confidentiality">
    <vt:lpwstr>5;#Unrestricted|826e22d7-d029-4ec0-a450-0c28ff673572</vt:lpwstr>
  </property>
  <property fmtid="{D5CDD505-2E9C-101B-9397-08002B2CF9AE}" pid="25" name="MeetingName_0">
    <vt:lpwstr>SPL-CES|32d8cb1f-c9ec-4365-95c7-8385a18618ac</vt:lpwstr>
  </property>
  <property fmtid="{D5CDD505-2E9C-101B-9397-08002B2CF9AE}" pid="26" name="Confidentiality_0">
    <vt:lpwstr>Unrestricted|826e22d7-d029-4ec0-a450-0c28ff673572</vt:lpwstr>
  </property>
  <property fmtid="{D5CDD505-2E9C-101B-9397-08002B2CF9AE}" pid="27" name="OriginalLanguage">
    <vt:lpwstr>4;#EN|f2175f21-25d7-44a3-96da-d6a61b075e1b</vt:lpwstr>
  </property>
  <property fmtid="{D5CDD505-2E9C-101B-9397-08002B2CF9AE}" pid="28" name="MeetingName">
    <vt:lpwstr>51;#SPL-CES|32d8cb1f-c9ec-4365-95c7-8385a18618ac</vt:lpwstr>
  </property>
  <property fmtid="{D5CDD505-2E9C-101B-9397-08002B2CF9AE}" pid="29" name="MeetingDate">
    <vt:filetime>2020-07-15T12:00:00Z</vt:filetime>
  </property>
  <property fmtid="{D5CDD505-2E9C-101B-9397-08002B2CF9AE}" pid="30" name="AvailableTranslations_0">
    <vt:lpwstr>HU|6b229040-c589-4408-b4c1-4285663d20a8;ES|e7a6b05b-ae16-40c8-add9-68b64b03aeba;IT|0774613c-01ed-4e5d-a25d-11d2388de825;PT|50ccc04a-eadd-42ae-a0cb-acaf45f812ba;EN|f2175f21-25d7-44a3-96da-d6a61b075e1b;HR|2f555653-ed1a-4fe6-8362-9082d95989e5;CS|72f9705b-0217-4fd3-bea2-cbc7ed80e26e;RO|feb747a2-64cd-4299-af12-4833ddc30497;DE|f6b31e5a-26fa-4935-b661-318e46daf27e</vt:lpwstr>
  </property>
  <property fmtid="{D5CDD505-2E9C-101B-9397-08002B2CF9AE}" pid="31" name="DocumentStatus_0">
    <vt:lpwstr>TRA|150d2a88-1431-44e6-a8ca-0bb753ab8672</vt:lpwstr>
  </property>
  <property fmtid="{D5CDD505-2E9C-101B-9397-08002B2CF9AE}" pid="32" name="OriginalLanguage_0">
    <vt:lpwstr>EN|f2175f21-25d7-44a3-96da-d6a61b075e1b</vt:lpwstr>
  </property>
  <property fmtid="{D5CDD505-2E9C-101B-9397-08002B2CF9AE}" pid="33" name="TaxCatchAll">
    <vt:lpwstr>31;#CS|72f9705b-0217-4fd3-bea2-cbc7ed80e26e;#43;#HR|2f555653-ed1a-4fe6-8362-9082d95989e5;#29;#PT|50ccc04a-eadd-42ae-a0cb-acaf45f812ba;#39;#HU|6b229040-c589-4408-b4c1-4285663d20a8;#16;#ES|e7a6b05b-ae16-40c8-add9-68b64b03aeba;#51;#SPL-CES|32d8cb1f-c9ec-4365-95c7-8385a18618ac;#13;#IT|0774613c-01ed-4e5d-a25d-11d2388de825;#48;#RO|feb747a2-64cd-4299-af12-4833ddc30497;#10;#DE|f6b31e5a-26fa-4935-b661-318e46daf27e;#8;#TCD|cd9d6eb6-3f4f-424a-b2d1-57c9d450eaaf;#6;#Final|ea5e6674-7b27-4bac-b091-73adbb394efe;#5;#Unrestricted|826e22d7-d029-4ec0-a450-0c28ff673572;#4;#EN|f2175f21-25d7-44a3-96da-d6a61b075e1b;#2;#TRA|150d2a88-1431-44e6-a8ca-0bb753ab8672;#1;#EESC|422833ec-8d7e-4e65-8e4e-8bed07ffb729</vt:lpwstr>
  </property>
  <property fmtid="{D5CDD505-2E9C-101B-9397-08002B2CF9AE}" pid="34" name="VersionStatus_0">
    <vt:lpwstr>Final|ea5e6674-7b27-4bac-b091-73adbb394efe</vt:lpwstr>
  </property>
  <property fmtid="{D5CDD505-2E9C-101B-9397-08002B2CF9AE}" pid="35" name="VersionStatus">
    <vt:lpwstr>6;#Final|ea5e6674-7b27-4bac-b091-73adbb394efe</vt:lpwstr>
  </property>
  <property fmtid="{D5CDD505-2E9C-101B-9397-08002B2CF9AE}" pid="36" name="DocumentYear">
    <vt:i4>2020</vt:i4>
  </property>
  <property fmtid="{D5CDD505-2E9C-101B-9397-08002B2CF9AE}" pid="37" name="FicheNumber">
    <vt:i4>7916</vt:i4>
  </property>
  <property fmtid="{D5CDD505-2E9C-101B-9397-08002B2CF9AE}" pid="38" name="DocumentLanguage">
    <vt:lpwstr>44;#BG|1a1b3951-7821-4e6a-85f5-5673fc08bd2c</vt:lpwstr>
  </property>
</Properties>
</file>